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555952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8896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510141C2" w:rsidR="00053988" w:rsidRPr="007A6A48" w:rsidRDefault="000833AB" w:rsidP="00555952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7A6A48">
              <w:rPr>
                <w:b/>
                <w:bCs/>
                <w:lang w:val="ru-RU"/>
              </w:rPr>
              <w:t>1</w:t>
            </w:r>
            <w:r w:rsidR="00555952">
              <w:rPr>
                <w:b/>
                <w:bCs/>
                <w:lang w:val="ru-RU"/>
              </w:rPr>
              <w:t>4</w:t>
            </w:r>
            <w:bookmarkStart w:id="0" w:name="_GoBack"/>
            <w:bookmarkEnd w:id="0"/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32B00E92" w:rsidR="00053988" w:rsidRPr="009D2C37" w:rsidRDefault="00E954EA" w:rsidP="00515D95">
            <w:pPr>
              <w:rPr>
                <w:lang w:val="en-GB"/>
              </w:rPr>
            </w:pPr>
            <w:r w:rsidRPr="009D2C37">
              <w:rPr>
                <w:lang w:val="en-GB"/>
              </w:rPr>
              <w:t>2</w:t>
            </w:r>
            <w:r w:rsidR="007A6A48">
              <w:rPr>
                <w:lang w:val="ru-RU"/>
              </w:rPr>
              <w:t>3</w:t>
            </w:r>
            <w:r w:rsidRPr="009D2C37">
              <w:rPr>
                <w:lang w:val="en-GB"/>
              </w:rPr>
              <w:t>.</w:t>
            </w:r>
            <w:r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204D6EAA" w:rsidR="00053988" w:rsidRPr="009D2C37" w:rsidRDefault="007A6A48" w:rsidP="00417466">
            <w:pPr>
              <w:rPr>
                <w:lang w:val="en-GB"/>
              </w:rPr>
            </w:pPr>
            <w:r>
              <w:rPr>
                <w:lang w:val="ru-RU"/>
              </w:rPr>
              <w:t>05.10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</w:t>
            </w:r>
            <w:proofErr w:type="spellStart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>Oerter</w:t>
            </w:r>
            <w:proofErr w:type="spellEnd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Yutong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>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 xml:space="preserve">Amir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Temur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4827E3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7A6A48">
              <w:rPr>
                <w:sz w:val="20"/>
                <w:szCs w:val="20"/>
                <w:lang w:val="ru-RU"/>
              </w:rPr>
              <w:t>05.10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55209F4" w:rsidR="00CF0C2E" w:rsidRPr="009D2C37" w:rsidRDefault="007A6A48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05.10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bCs/>
                <w:sz w:val="18"/>
                <w:szCs w:val="18"/>
                <w:lang w:val="en-GB"/>
              </w:rPr>
              <w:t>Transm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GB"/>
              </w:rPr>
              <w:t>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4C0106BF" w:rsidR="00CF0C2E" w:rsidRPr="009D2C37" w:rsidRDefault="007A6A48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7A6A48">
              <w:rPr>
                <w:sz w:val="20"/>
                <w:szCs w:val="20"/>
              </w:rPr>
              <w:t>6511853512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sz w:val="20"/>
                <w:szCs w:val="20"/>
                <w:lang w:val="en-GB"/>
              </w:rPr>
              <w:t>Yutong</w:t>
            </w:r>
            <w:proofErr w:type="spellEnd"/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3912EED2" w:rsidR="00CF0C2E" w:rsidRPr="007A6A48" w:rsidRDefault="007A6A48" w:rsidP="007A6A48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7A6A48">
              <w:rPr>
                <w:sz w:val="20"/>
                <w:szCs w:val="20"/>
              </w:rPr>
              <w:t>LZYTMGEF1P1003164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2660B91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F6E721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</w:t>
            </w:r>
            <w:r w:rsidR="001B6EA1">
              <w:rPr>
                <w:sz w:val="20"/>
                <w:szCs w:val="20"/>
                <w:lang w:val="en-US"/>
              </w:rPr>
              <w:t>7-705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5CFC53C9" w:rsidR="00CF0C2E" w:rsidRPr="009D2C37" w:rsidRDefault="007A6A48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A6A48">
              <w:rPr>
                <w:sz w:val="20"/>
                <w:szCs w:val="20"/>
                <w:lang w:val="en-GB"/>
              </w:rPr>
              <w:t>MM5YAP00024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0D70FC5D" w:rsidR="00CF0C2E" w:rsidRPr="009D2C37" w:rsidRDefault="007A6A48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05.10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proofErr w:type="spellEnd"/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5E017AC8" w:rsidR="00CF0C2E" w:rsidRPr="009D2C37" w:rsidRDefault="007A6A48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49040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A6A48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66CAA6FA" w:rsidR="008C5B3D" w:rsidRPr="007A6A48" w:rsidRDefault="007A6A48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14:00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1141305A" w:rsidR="008C5B3D" w:rsidRPr="007A6A48" w:rsidRDefault="008C5B3D" w:rsidP="008C5B3D">
            <w:pPr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en-US"/>
              </w:rPr>
              <w:lastRenderedPageBreak/>
              <w:t>4</w:t>
            </w:r>
            <w:r w:rsidR="007A6A48">
              <w:rPr>
                <w:sz w:val="20"/>
                <w:szCs w:val="20"/>
                <w:lang w:val="ru-RU"/>
              </w:rPr>
              <w:t>9040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0262EF31" w:rsidR="008C5B3D" w:rsidRPr="009D2C37" w:rsidRDefault="007A6A48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05.10.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20DF07DF" w:rsidR="007368B4" w:rsidRPr="009D2C37" w:rsidRDefault="007A6A48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7A6A48">
              <w:rPr>
                <w:sz w:val="20"/>
                <w:szCs w:val="20"/>
                <w:lang w:val="en-US"/>
              </w:rPr>
              <w:t>P2789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0B8C8AC7" w:rsidR="00507AC2" w:rsidRPr="007A6A48" w:rsidRDefault="008C5B3D" w:rsidP="007368B4">
      <w:pPr>
        <w:rPr>
          <w:b/>
          <w:bCs/>
          <w:sz w:val="20"/>
          <w:szCs w:val="20"/>
          <w:lang w:val="fr-FR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A6A48" w:rsidRPr="007A6A48">
        <w:rPr>
          <w:b/>
          <w:bCs/>
          <w:sz w:val="20"/>
          <w:szCs w:val="20"/>
          <w:lang w:val="en-US"/>
        </w:rPr>
        <w:t xml:space="preserve">There is a code error P2789. </w:t>
      </w:r>
      <w:r w:rsidR="007368B4" w:rsidRPr="007A6A48">
        <w:rPr>
          <w:b/>
          <w:bCs/>
          <w:sz w:val="20"/>
          <w:szCs w:val="20"/>
          <w:lang w:val="fr-FR"/>
        </w:rPr>
        <w:t>The bus stalls while driving.</w:t>
      </w:r>
    </w:p>
    <w:p w14:paraId="3CCA3152" w14:textId="47260125" w:rsidR="00B53A39" w:rsidRPr="007A6A48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fr-FR"/>
        </w:rPr>
      </w:pPr>
      <w:bookmarkStart w:id="2" w:name="_Hlk152669103"/>
      <w:r w:rsidRPr="007A6A48">
        <w:rPr>
          <w:b/>
          <w:bCs/>
          <w:sz w:val="20"/>
          <w:szCs w:val="20"/>
          <w:lang w:val="fr-FR"/>
        </w:rPr>
        <w:t>Cause :</w:t>
      </w:r>
      <w:r w:rsidR="008704D7" w:rsidRPr="007A6A48">
        <w:rPr>
          <w:b/>
          <w:bCs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 xml:space="preserve">Incorrect driving during </w:t>
      </w:r>
      <w:r w:rsidR="007A6A48" w:rsidRPr="007368B4">
        <w:rPr>
          <w:b/>
          <w:bCs/>
          <w:sz w:val="20"/>
          <w:szCs w:val="20"/>
          <w:lang w:val="fr-FR"/>
        </w:rPr>
        <w:t>operation</w:t>
      </w:r>
      <w:r w:rsidR="007A6A48" w:rsidRPr="007A6A48">
        <w:rPr>
          <w:b/>
          <w:bCs/>
          <w:sz w:val="20"/>
          <w:szCs w:val="20"/>
          <w:lang w:val="fr-FR"/>
        </w:rPr>
        <w:t xml:space="preserve"> {TRANS OIL 4L LO}.</w:t>
      </w:r>
    </w:p>
    <w:p w14:paraId="3CF91296" w14:textId="27B9B032" w:rsidR="00DB257A" w:rsidRPr="007368B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41F949F7" w:rsidR="00715B9A" w:rsidRPr="007A6A48" w:rsidRDefault="007A6A48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7010883A" w14:textId="1D33906E" w:rsidR="00715B9A" w:rsidRPr="007368B4" w:rsidRDefault="007A6A48" w:rsidP="00965D03">
            <w:pPr>
              <w:rPr>
                <w:sz w:val="20"/>
                <w:szCs w:val="20"/>
                <w:lang w:val="ru-RU"/>
              </w:rPr>
            </w:pPr>
            <w:proofErr w:type="spellStart"/>
            <w:r w:rsidRPr="007A6A48">
              <w:rPr>
                <w:sz w:val="20"/>
                <w:szCs w:val="20"/>
                <w:lang w:val="ru-RU"/>
              </w:rPr>
              <w:t>Oil</w:t>
            </w:r>
            <w:proofErr w:type="spellEnd"/>
            <w:r w:rsidRPr="007A6A4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6A48">
              <w:rPr>
                <w:sz w:val="20"/>
                <w:szCs w:val="20"/>
                <w:lang w:val="ru-RU"/>
              </w:rPr>
              <w:t>top-up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46FB9A" w14:textId="27C78860" w:rsidR="00715B9A" w:rsidRPr="009D2C37" w:rsidRDefault="007A6A48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68383F3C" w:rsidR="00715B9A" w:rsidRPr="009D2C37" w:rsidRDefault="007A6A48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7A6A48">
              <w:rPr>
                <w:sz w:val="20"/>
                <w:szCs w:val="20"/>
              </w:rPr>
              <w:t>€ 21,5</w:t>
            </w:r>
          </w:p>
        </w:tc>
      </w:tr>
      <w:tr w:rsidR="007A6A48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37BE2D62" w:rsidR="007A6A48" w:rsidRPr="007A6A48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  <w:r w:rsidRPr="007A6A48">
              <w:rPr>
                <w:sz w:val="20"/>
                <w:szCs w:val="20"/>
                <w:lang w:val="ru-RU"/>
              </w:rPr>
              <w:t>94009</w:t>
            </w:r>
          </w:p>
        </w:tc>
        <w:tc>
          <w:tcPr>
            <w:tcW w:w="5132" w:type="dxa"/>
            <w:shd w:val="clear" w:color="auto" w:fill="auto"/>
          </w:tcPr>
          <w:p w14:paraId="68CA44ED" w14:textId="15DFD28F" w:rsidR="007A6A48" w:rsidRPr="007A6A48" w:rsidRDefault="007A6A48" w:rsidP="007A6A48">
            <w:pPr>
              <w:rPr>
                <w:sz w:val="20"/>
                <w:szCs w:val="20"/>
                <w:lang w:val="ru-RU"/>
              </w:rPr>
            </w:pPr>
            <w:proofErr w:type="spellStart"/>
            <w:r w:rsidRPr="007A6A48">
              <w:rPr>
                <w:sz w:val="20"/>
                <w:szCs w:val="20"/>
                <w:lang w:val="ru-RU"/>
              </w:rPr>
              <w:t>Adaptations</w:t>
            </w:r>
            <w:proofErr w:type="spellEnd"/>
            <w:r w:rsidRPr="007A6A4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2C31B3B" w14:textId="469D7624" w:rsidR="007A6A48" w:rsidRPr="009D2C37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  <w:r w:rsidRPr="007A6A4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A6A48" w:rsidRPr="007A6A48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14:paraId="64B60E11" w14:textId="21CA13C7" w:rsidR="007A6A48" w:rsidRPr="007368B4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  <w:r w:rsidRPr="007A6A48">
              <w:rPr>
                <w:sz w:val="20"/>
                <w:szCs w:val="20"/>
                <w:lang w:val="ru-RU"/>
              </w:rPr>
              <w:t>€ 43</w:t>
            </w:r>
          </w:p>
        </w:tc>
      </w:tr>
      <w:tr w:rsidR="007A6A48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122A7FA4" w:rsidR="007A6A48" w:rsidRPr="007A6A48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  <w:r w:rsidRPr="007A6A48">
              <w:rPr>
                <w:sz w:val="20"/>
                <w:szCs w:val="20"/>
                <w:lang w:val="ru-RU"/>
              </w:rPr>
              <w:t>00094006</w:t>
            </w:r>
          </w:p>
        </w:tc>
        <w:tc>
          <w:tcPr>
            <w:tcW w:w="5132" w:type="dxa"/>
            <w:shd w:val="clear" w:color="auto" w:fill="auto"/>
          </w:tcPr>
          <w:p w14:paraId="79B5EC64" w14:textId="1F4AD337" w:rsidR="007A6A48" w:rsidRPr="007A6A48" w:rsidRDefault="007A6A48" w:rsidP="007A6A48">
            <w:pPr>
              <w:rPr>
                <w:sz w:val="20"/>
                <w:szCs w:val="20"/>
                <w:lang w:val="ru-RU"/>
              </w:rPr>
            </w:pPr>
            <w:proofErr w:type="spellStart"/>
            <w:r w:rsidRPr="007A6A48">
              <w:rPr>
                <w:sz w:val="20"/>
                <w:szCs w:val="20"/>
                <w:lang w:val="ru-RU"/>
              </w:rPr>
              <w:t>Diagnostics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33AB0E3" w14:textId="2D0A2B74" w:rsidR="007A6A48" w:rsidRPr="007A6A48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  <w:r w:rsidRPr="007A6A48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DA0D859" w14:textId="77777777" w:rsidR="007A6A48" w:rsidRPr="007A6A48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14:paraId="279485AB" w14:textId="7A31D488" w:rsidR="007A6A48" w:rsidRPr="007A6A48" w:rsidRDefault="007A6A48" w:rsidP="007A6A48">
            <w:pPr>
              <w:jc w:val="right"/>
              <w:rPr>
                <w:sz w:val="20"/>
                <w:szCs w:val="20"/>
                <w:lang w:val="ru-RU"/>
              </w:rPr>
            </w:pPr>
            <w:r w:rsidRPr="007A6A48"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16B5D846" w:rsidR="000B262D" w:rsidRPr="009D2C37" w:rsidRDefault="007834C8" w:rsidP="009D0D06">
            <w:pPr>
              <w:pStyle w:val="a8"/>
              <w:rPr>
                <w:sz w:val="20"/>
                <w:szCs w:val="20"/>
                <w:lang w:val="en-US"/>
              </w:rPr>
            </w:pPr>
            <w:r w:rsidRPr="007834C8">
              <w:rPr>
                <w:sz w:val="20"/>
                <w:szCs w:val="20"/>
                <w:lang w:val="en-US"/>
              </w:rPr>
              <w:t>Oil (liters)</w:t>
            </w:r>
          </w:p>
        </w:tc>
        <w:tc>
          <w:tcPr>
            <w:tcW w:w="1275" w:type="dxa"/>
            <w:vAlign w:val="center"/>
          </w:tcPr>
          <w:p w14:paraId="2C4BA3D1" w14:textId="34868CE3" w:rsidR="000B262D" w:rsidRPr="009D2C37" w:rsidRDefault="007834C8" w:rsidP="007834C8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7834C8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7834C8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7834C8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1B6EA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55952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834C8"/>
    <w:rsid w:val="007969C8"/>
    <w:rsid w:val="007A6A4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73DC4-A3F2-4649-AF05-0749280D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47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2626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14</cp:revision>
  <dcterms:created xsi:type="dcterms:W3CDTF">2023-10-17T07:54:00Z</dcterms:created>
  <dcterms:modified xsi:type="dcterms:W3CDTF">2024-02-07T11:34:00Z</dcterms:modified>
</cp:coreProperties>
</file>